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244C4CCC-83DC-4F36-8569-6330151238A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